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6DAF7" w14:textId="7777777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3C2AFD83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584C64E1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05C6E0DC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39AD1896" w14:textId="7777777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409502F7" w14:textId="77777777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proofErr w:type="spellStart"/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</w:t>
      </w:r>
      <w:proofErr w:type="spellEnd"/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/1153/200/20/2025</w:t>
      </w:r>
    </w:p>
    <w:p w14:paraId="2F9F9AB8" w14:textId="77777777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18FF4848" w14:textId="77777777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1484B7EB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429069F8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393E2064" w14:textId="77777777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1F6D793E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45D0FBFE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7D600926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684BFAC0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5DF9302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2D1785D9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A76B2A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36B125FC" w14:textId="77777777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0B5FD2">
        <w:rPr>
          <w:rFonts w:ascii="Book Antiqua" w:hAnsi="Book Antiqua"/>
        </w:rPr>
        <w:t xml:space="preserve"> ředitele, úsek</w:t>
      </w:r>
      <w:r w:rsidR="00FE59C9">
        <w:rPr>
          <w:rFonts w:ascii="Book Antiqua" w:hAnsi="Book Antiqua"/>
        </w:rPr>
        <w:t xml:space="preserve"> </w:t>
      </w:r>
      <w:proofErr w:type="spellStart"/>
      <w:proofErr w:type="gramStart"/>
      <w:r w:rsidR="000B5FD2">
        <w:rPr>
          <w:rFonts w:ascii="Book Antiqua" w:hAnsi="Book Antiqua"/>
        </w:rPr>
        <w:t>technicko</w:t>
      </w:r>
      <w:proofErr w:type="spellEnd"/>
      <w:r w:rsidR="000B5FD2">
        <w:rPr>
          <w:rFonts w:ascii="Book Antiqua" w:hAnsi="Book Antiqua"/>
        </w:rPr>
        <w:t xml:space="preserve"> - správní</w:t>
      </w:r>
      <w:proofErr w:type="gramEnd"/>
    </w:p>
    <w:p w14:paraId="450B02B2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527351D0" w14:textId="7777777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D1668AA" w14:textId="77777777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</w:t>
      </w:r>
      <w:r w:rsidRPr="00D0483E">
        <w:rPr>
          <w:rFonts w:ascii="Book Antiqua" w:eastAsia="Arial" w:hAnsi="Book Antiqua" w:cs="Arial"/>
        </w:rPr>
        <w:t>–</w:t>
      </w:r>
      <w:r w:rsidR="002D27B9" w:rsidRPr="00D0483E">
        <w:rPr>
          <w:rFonts w:ascii="Book Antiqua" w:eastAsia="Arial" w:hAnsi="Book Antiqua" w:cs="Arial"/>
        </w:rPr>
        <w:t xml:space="preserve"> </w:t>
      </w:r>
      <w:r w:rsidR="00D0483E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4FB9FBE7" w14:textId="77777777" w:rsidR="000B5FD2" w:rsidRDefault="000B5FD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2D01A4F6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33223541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8A78FB">
        <w:rPr>
          <w:rFonts w:ascii="Book Antiqua" w:hAnsi="Book Antiqua" w:cs="Arial"/>
        </w:rPr>
        <w:t xml:space="preserve">úseku </w:t>
      </w:r>
      <w:proofErr w:type="spellStart"/>
      <w:proofErr w:type="gramStart"/>
      <w:r w:rsidR="008A78FB">
        <w:rPr>
          <w:rFonts w:ascii="Book Antiqua" w:hAnsi="Book Antiqua" w:cs="Arial"/>
        </w:rPr>
        <w:t>technicko</w:t>
      </w:r>
      <w:proofErr w:type="spellEnd"/>
      <w:r w:rsidR="008A78FB">
        <w:rPr>
          <w:rFonts w:ascii="Book Antiqua" w:hAnsi="Book Antiqua" w:cs="Arial"/>
        </w:rPr>
        <w:t xml:space="preserve"> - správního</w:t>
      </w:r>
      <w:proofErr w:type="gramEnd"/>
    </w:p>
    <w:p w14:paraId="4261C7D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3C3B8886" w14:textId="77777777" w:rsidR="000B5FD2" w:rsidRPr="000B5FD2" w:rsidRDefault="000B5FD2" w:rsidP="000B5FD2">
      <w:pPr>
        <w:ind w:left="2127" w:firstLine="709"/>
        <w:rPr>
          <w:rFonts w:ascii="Book Antiqua" w:hAnsi="Book Antiqua" w:cs="Arial"/>
        </w:rPr>
      </w:pPr>
      <w:r w:rsidRPr="000B5FD2">
        <w:rPr>
          <w:rFonts w:ascii="Book Antiqua" w:hAnsi="Book Antiqua" w:cs="Arial"/>
        </w:rPr>
        <w:t xml:space="preserve">Ing. Milan </w:t>
      </w:r>
      <w:proofErr w:type="spellStart"/>
      <w:r w:rsidRPr="000B5FD2">
        <w:rPr>
          <w:rFonts w:ascii="Book Antiqua" w:hAnsi="Book Antiqua" w:cs="Arial"/>
        </w:rPr>
        <w:t>Skýba</w:t>
      </w:r>
      <w:proofErr w:type="spellEnd"/>
      <w:r w:rsidRPr="000B5FD2">
        <w:rPr>
          <w:rFonts w:ascii="Book Antiqua" w:hAnsi="Book Antiqua" w:cs="Arial"/>
        </w:rPr>
        <w:t xml:space="preserve"> – vedoucí oddělení </w:t>
      </w:r>
      <w:r>
        <w:rPr>
          <w:rFonts w:ascii="Book Antiqua" w:hAnsi="Book Antiqua" w:cs="Arial"/>
        </w:rPr>
        <w:t>kontroly kvalit</w:t>
      </w:r>
      <w:r w:rsidR="003C2149">
        <w:rPr>
          <w:rFonts w:ascii="Book Antiqua" w:hAnsi="Book Antiqua" w:cs="Arial"/>
        </w:rPr>
        <w:t>y</w:t>
      </w:r>
      <w:r>
        <w:rPr>
          <w:rFonts w:ascii="Book Antiqua" w:hAnsi="Book Antiqua" w:cs="Arial"/>
        </w:rPr>
        <w:t xml:space="preserve"> staveb</w:t>
      </w:r>
    </w:p>
    <w:p w14:paraId="52F15039" w14:textId="77777777" w:rsidR="00260632" w:rsidRPr="001277E8" w:rsidRDefault="000B5FD2" w:rsidP="000B5FD2">
      <w:pPr>
        <w:ind w:left="2127" w:firstLine="709"/>
        <w:rPr>
          <w:rFonts w:ascii="Book Antiqua" w:eastAsia="Arial" w:hAnsi="Book Antiqua" w:cs="Arial"/>
        </w:rPr>
      </w:pPr>
      <w:r w:rsidRPr="000B5FD2">
        <w:rPr>
          <w:rFonts w:ascii="Book Antiqua" w:hAnsi="Book Antiqua" w:cs="Arial"/>
        </w:rPr>
        <w:t xml:space="preserve">Tel: +420 724 105 131, e-mail: </w:t>
      </w:r>
      <w:hyperlink r:id="rId13" w:history="1">
        <w:r w:rsidRPr="00A94EC5"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0E9F88DB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</w:p>
    <w:p w14:paraId="1951ED7D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7710832A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</w:t>
      </w:r>
      <w:r w:rsidR="003C2149">
        <w:rPr>
          <w:rFonts w:ascii="Book Antiqua" w:hAnsi="Book Antiqua" w:cs="Arial"/>
        </w:rPr>
        <w:t xml:space="preserve">úseku </w:t>
      </w:r>
      <w:proofErr w:type="spellStart"/>
      <w:proofErr w:type="gramStart"/>
      <w:r w:rsidR="003C2149">
        <w:rPr>
          <w:rFonts w:ascii="Book Antiqua" w:hAnsi="Book Antiqua" w:cs="Arial"/>
        </w:rPr>
        <w:t>technicko</w:t>
      </w:r>
      <w:proofErr w:type="spellEnd"/>
      <w:r w:rsidR="003C2149">
        <w:rPr>
          <w:rFonts w:ascii="Book Antiqua" w:hAnsi="Book Antiqua" w:cs="Arial"/>
        </w:rPr>
        <w:t xml:space="preserve"> - správního</w:t>
      </w:r>
      <w:proofErr w:type="gramEnd"/>
      <w:r>
        <w:rPr>
          <w:rFonts w:ascii="Book Antiqua" w:hAnsi="Book Antiqua" w:cs="Arial"/>
        </w:rPr>
        <w:t xml:space="preserve"> </w:t>
      </w:r>
    </w:p>
    <w:p w14:paraId="4F84C949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342AC612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Malát </w:t>
      </w:r>
      <w:r w:rsidR="003C2149">
        <w:rPr>
          <w:rFonts w:ascii="Book Antiqua" w:hAnsi="Book Antiqua" w:cs="Arial"/>
        </w:rPr>
        <w:t>–</w:t>
      </w:r>
      <w:r>
        <w:rPr>
          <w:rFonts w:ascii="Book Antiqua" w:hAnsi="Book Antiqua" w:cs="Arial"/>
        </w:rPr>
        <w:t xml:space="preserve"> </w:t>
      </w:r>
      <w:r w:rsidR="003C2149">
        <w:rPr>
          <w:rFonts w:ascii="Book Antiqua" w:hAnsi="Book Antiqua" w:cs="Arial"/>
        </w:rPr>
        <w:t xml:space="preserve">technický dozor </w:t>
      </w:r>
      <w:r w:rsidR="00FB6CF8">
        <w:rPr>
          <w:rFonts w:ascii="Book Antiqua" w:hAnsi="Book Antiqua" w:cs="Arial"/>
        </w:rPr>
        <w:t>stavebníka</w:t>
      </w:r>
    </w:p>
    <w:p w14:paraId="67FD5E21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7E10FDAA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</w:t>
      </w:r>
      <w:proofErr w:type="spellStart"/>
      <w:r>
        <w:rPr>
          <w:rFonts w:ascii="Book Antiqua" w:hAnsi="Book Antiqua" w:cs="Arial"/>
        </w:rPr>
        <w:t>Skýba</w:t>
      </w:r>
      <w:proofErr w:type="spellEnd"/>
      <w:r>
        <w:rPr>
          <w:rFonts w:ascii="Book Antiqua" w:hAnsi="Book Antiqua" w:cs="Arial"/>
        </w:rPr>
        <w:t xml:space="preserve"> – vedoucí oddělení </w:t>
      </w:r>
      <w:r w:rsidR="00FB6CF8">
        <w:rPr>
          <w:rFonts w:ascii="Book Antiqua" w:hAnsi="Book Antiqua" w:cs="Arial"/>
        </w:rPr>
        <w:t>kontroly staveb</w:t>
      </w:r>
    </w:p>
    <w:p w14:paraId="6CE04F4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744D4B0D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544514DA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3DD505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54221B4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3B7C3899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279410F6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765B7C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2ED21FC6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19C193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4D240BA7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7ADFEB0B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7B48FBFB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9F7B71B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6F386870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620B8486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6EE801FC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55A123AC" w14:textId="4A3B47E0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bookmarkEnd w:id="1"/>
      <w:r w:rsidR="00B56B1A" w:rsidRPr="00B56B1A">
        <w:rPr>
          <w:rFonts w:ascii="Book Antiqua" w:hAnsi="Book Antiqua" w:cstheme="minorHAnsi"/>
          <w:b/>
          <w:bCs/>
          <w:sz w:val="22"/>
          <w:szCs w:val="22"/>
        </w:rPr>
        <w:t>Oprava silnice III/36625 Vendolí – Hradec nad Svitavou</w:t>
      </w:r>
      <w:r w:rsidR="006A47AF">
        <w:rPr>
          <w:rFonts w:ascii="Book Antiqua" w:eastAsia="Calibri" w:hAnsi="Book Antiqua" w:cs="Arial"/>
          <w:sz w:val="22"/>
          <w:szCs w:val="22"/>
        </w:rPr>
        <w:t xml:space="preserve">“ </w:t>
      </w:r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21E25288" w14:textId="77777777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4B537F21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84E51B" w14:textId="77777777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55EB0A" w14:textId="77777777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6BB3F" w14:textId="77777777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0EEA3DDA" w14:textId="77777777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32FC5E0E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40F1E6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lastRenderedPageBreak/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CE763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58AD7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16B113FC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2258564F" w14:textId="77777777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31F3CB2C" w14:textId="77777777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70C632D8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7E997CD4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6156D4AA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</w:t>
      </w:r>
      <w:r w:rsidR="001D1C8D">
        <w:rPr>
          <w:rFonts w:ascii="Book Antiqua" w:eastAsia="Times New Roman" w:hAnsi="Book Antiqua" w:cs="Arial"/>
          <w:lang w:eastAsia="cs-CZ"/>
        </w:rPr>
        <w:t>Druhé</w:t>
      </w:r>
      <w:r w:rsidRPr="00DC6450">
        <w:rPr>
          <w:rFonts w:ascii="Book Antiqua" w:eastAsia="Times New Roman" w:hAnsi="Book Antiqua" w:cs="Arial"/>
          <w:lang w:eastAsia="cs-CZ"/>
        </w:rPr>
        <w:t xml:space="preserve"> vydání 202</w:t>
      </w:r>
      <w:r w:rsidR="001D1C8D">
        <w:rPr>
          <w:rFonts w:ascii="Book Antiqua" w:eastAsia="Times New Roman" w:hAnsi="Book Antiqua" w:cs="Arial"/>
          <w:lang w:eastAsia="cs-CZ"/>
        </w:rPr>
        <w:t>5</w:t>
      </w:r>
      <w:r w:rsidRPr="00DC6450">
        <w:rPr>
          <w:rFonts w:ascii="Book Antiqua" w:eastAsia="Times New Roman" w:hAnsi="Book Antiqua" w:cs="Arial"/>
          <w:lang w:eastAsia="cs-CZ"/>
        </w:rPr>
        <w:t>)</w:t>
      </w:r>
    </w:p>
    <w:p w14:paraId="5B295D24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5CE710AF" w14:textId="77777777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2777E4EA" w14:textId="77777777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3D95A89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3171A2EA" w14:textId="77777777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6F83C0B9" w14:textId="77777777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2C85719E" w14:textId="77777777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16649058" w14:textId="77777777" w:rsidR="006A3612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>
        <w:rPr>
          <w:rFonts w:ascii="Book Antiqua" w:eastAsia="Calibri" w:hAnsi="Book Antiqua" w:cs="Arial"/>
          <w:sz w:val="22"/>
          <w:szCs w:val="22"/>
        </w:rPr>
        <w:t xml:space="preserve">. 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smluv), ve znění pozdějších předpisů. </w:t>
      </w:r>
    </w:p>
    <w:p w14:paraId="2B02408F" w14:textId="77777777" w:rsidR="00B80B84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 xml:space="preserve">Smlouva je uzavírána s odloženou účinností, přičemž tato Smlouva nabývá účinnosti </w:t>
      </w:r>
      <w:r>
        <w:rPr>
          <w:rFonts w:ascii="Book Antiqua" w:eastAsia="Calibri" w:hAnsi="Book Antiqua" w:cs="Arial"/>
          <w:sz w:val="22"/>
          <w:szCs w:val="22"/>
        </w:rPr>
        <w:t>Dat</w:t>
      </w:r>
      <w:r w:rsidR="00AD230B">
        <w:rPr>
          <w:rFonts w:ascii="Book Antiqua" w:eastAsia="Calibri" w:hAnsi="Book Antiqua" w:cs="Arial"/>
          <w:sz w:val="22"/>
          <w:szCs w:val="22"/>
        </w:rPr>
        <w:t>em</w:t>
      </w:r>
      <w:r>
        <w:rPr>
          <w:rFonts w:ascii="Book Antiqua" w:eastAsia="Calibri" w:hAnsi="Book Antiqua" w:cs="Arial"/>
          <w:sz w:val="22"/>
          <w:szCs w:val="22"/>
        </w:rPr>
        <w:t xml:space="preserve"> zahájení prací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  <w:r w:rsidR="00B80B84" w:rsidRPr="00DC6450">
        <w:rPr>
          <w:rFonts w:ascii="Book Antiqua" w:eastAsia="Calibri" w:hAnsi="Book Antiqua" w:cs="Arial"/>
          <w:sz w:val="22"/>
          <w:szCs w:val="22"/>
        </w:rPr>
        <w:t xml:space="preserve"> </w:t>
      </w:r>
    </w:p>
    <w:p w14:paraId="10737775" w14:textId="77777777" w:rsidR="003C0B46" w:rsidRDefault="00883172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38BA7E40" w14:textId="77777777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83172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658A204F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7F066657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33910A2C" w14:textId="77777777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5E40097B" w14:textId="77777777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59B8A92B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1C3ECFA2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30B03ABE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73CA4A09" w14:textId="77777777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32873242" w14:textId="77777777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079FD28A" w14:textId="77777777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195CB354" w14:textId="77777777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14586407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FC444" w14:textId="77777777" w:rsidR="00A87359" w:rsidRDefault="00A87359" w:rsidP="00852575">
      <w:pPr>
        <w:spacing w:after="0" w:line="240" w:lineRule="auto"/>
      </w:pPr>
      <w:r>
        <w:separator/>
      </w:r>
    </w:p>
  </w:endnote>
  <w:endnote w:type="continuationSeparator" w:id="0">
    <w:p w14:paraId="3FDD5DF1" w14:textId="77777777" w:rsidR="00A87359" w:rsidRDefault="00A87359" w:rsidP="00852575">
      <w:pPr>
        <w:spacing w:after="0" w:line="240" w:lineRule="auto"/>
      </w:pPr>
      <w:r>
        <w:continuationSeparator/>
      </w:r>
    </w:p>
  </w:endnote>
  <w:endnote w:type="continuationNotice" w:id="1">
    <w:p w14:paraId="3703829F" w14:textId="77777777" w:rsidR="00A87359" w:rsidRDefault="00A873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F71C1" w14:textId="77777777" w:rsidR="00A87359" w:rsidRDefault="00A87359" w:rsidP="00852575">
      <w:pPr>
        <w:spacing w:after="0" w:line="240" w:lineRule="auto"/>
      </w:pPr>
      <w:r>
        <w:separator/>
      </w:r>
    </w:p>
  </w:footnote>
  <w:footnote w:type="continuationSeparator" w:id="0">
    <w:p w14:paraId="6F893D92" w14:textId="77777777" w:rsidR="00A87359" w:rsidRDefault="00A87359" w:rsidP="00852575">
      <w:pPr>
        <w:spacing w:after="0" w:line="240" w:lineRule="auto"/>
      </w:pPr>
      <w:r>
        <w:continuationSeparator/>
      </w:r>
    </w:p>
  </w:footnote>
  <w:footnote w:type="continuationNotice" w:id="1">
    <w:p w14:paraId="07D2CDA9" w14:textId="77777777" w:rsidR="00A87359" w:rsidRDefault="00A873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31524" w14:textId="77777777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5EFDA01C" wp14:editId="42F42A36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2C0443DE" wp14:editId="3AAC64DB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CBB"/>
    <w:rsid w:val="000034B9"/>
    <w:rsid w:val="00005603"/>
    <w:rsid w:val="00023B5D"/>
    <w:rsid w:val="000252DA"/>
    <w:rsid w:val="00027CFF"/>
    <w:rsid w:val="00030C19"/>
    <w:rsid w:val="00032DF6"/>
    <w:rsid w:val="00036936"/>
    <w:rsid w:val="000378D5"/>
    <w:rsid w:val="00046DFE"/>
    <w:rsid w:val="000578CA"/>
    <w:rsid w:val="00061734"/>
    <w:rsid w:val="00062447"/>
    <w:rsid w:val="00072070"/>
    <w:rsid w:val="0007457E"/>
    <w:rsid w:val="00077780"/>
    <w:rsid w:val="0008489C"/>
    <w:rsid w:val="00086ABB"/>
    <w:rsid w:val="00090DB2"/>
    <w:rsid w:val="00092111"/>
    <w:rsid w:val="00092645"/>
    <w:rsid w:val="00096008"/>
    <w:rsid w:val="000A14BB"/>
    <w:rsid w:val="000B3F94"/>
    <w:rsid w:val="000B5FD2"/>
    <w:rsid w:val="000B7BFA"/>
    <w:rsid w:val="000D7D19"/>
    <w:rsid w:val="000E0CF7"/>
    <w:rsid w:val="000F3D1D"/>
    <w:rsid w:val="000F728F"/>
    <w:rsid w:val="00104050"/>
    <w:rsid w:val="001070E8"/>
    <w:rsid w:val="00107837"/>
    <w:rsid w:val="001100F9"/>
    <w:rsid w:val="00113344"/>
    <w:rsid w:val="0011527E"/>
    <w:rsid w:val="00120E3F"/>
    <w:rsid w:val="00124111"/>
    <w:rsid w:val="00126453"/>
    <w:rsid w:val="00126C79"/>
    <w:rsid w:val="001277E8"/>
    <w:rsid w:val="00130E49"/>
    <w:rsid w:val="00133C62"/>
    <w:rsid w:val="00141B3E"/>
    <w:rsid w:val="00144083"/>
    <w:rsid w:val="00153F24"/>
    <w:rsid w:val="00155B51"/>
    <w:rsid w:val="001612A3"/>
    <w:rsid w:val="00162149"/>
    <w:rsid w:val="0016267A"/>
    <w:rsid w:val="00165E5D"/>
    <w:rsid w:val="00184EFD"/>
    <w:rsid w:val="0019299B"/>
    <w:rsid w:val="001B25BD"/>
    <w:rsid w:val="001D1A86"/>
    <w:rsid w:val="001D1C8D"/>
    <w:rsid w:val="001D6CF7"/>
    <w:rsid w:val="001E18F4"/>
    <w:rsid w:val="001E4D71"/>
    <w:rsid w:val="001F0EB7"/>
    <w:rsid w:val="001F4288"/>
    <w:rsid w:val="00207C79"/>
    <w:rsid w:val="00210F8F"/>
    <w:rsid w:val="002112B2"/>
    <w:rsid w:val="00213225"/>
    <w:rsid w:val="00223C55"/>
    <w:rsid w:val="00227D1A"/>
    <w:rsid w:val="00235C8F"/>
    <w:rsid w:val="002560C2"/>
    <w:rsid w:val="00260632"/>
    <w:rsid w:val="0026475E"/>
    <w:rsid w:val="00271AB9"/>
    <w:rsid w:val="002921D9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2149"/>
    <w:rsid w:val="003C4DEA"/>
    <w:rsid w:val="003C52F8"/>
    <w:rsid w:val="003D1F3C"/>
    <w:rsid w:val="003E3FD9"/>
    <w:rsid w:val="003F2CB0"/>
    <w:rsid w:val="00401028"/>
    <w:rsid w:val="004022B6"/>
    <w:rsid w:val="0040486D"/>
    <w:rsid w:val="00413758"/>
    <w:rsid w:val="00423D8B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0BE1"/>
    <w:rsid w:val="00532F5C"/>
    <w:rsid w:val="00552F9E"/>
    <w:rsid w:val="00554637"/>
    <w:rsid w:val="005623D9"/>
    <w:rsid w:val="005648B1"/>
    <w:rsid w:val="00566BA4"/>
    <w:rsid w:val="0057316C"/>
    <w:rsid w:val="0057546A"/>
    <w:rsid w:val="00575BD3"/>
    <w:rsid w:val="00584E4E"/>
    <w:rsid w:val="00590AEB"/>
    <w:rsid w:val="005A0CBB"/>
    <w:rsid w:val="005A47CA"/>
    <w:rsid w:val="005A70B8"/>
    <w:rsid w:val="005C15DA"/>
    <w:rsid w:val="005D6092"/>
    <w:rsid w:val="005D77E1"/>
    <w:rsid w:val="005E2CB2"/>
    <w:rsid w:val="005E2F03"/>
    <w:rsid w:val="0060138E"/>
    <w:rsid w:val="00601AB6"/>
    <w:rsid w:val="0060221F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3612"/>
    <w:rsid w:val="006A47AF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24DC6"/>
    <w:rsid w:val="00732D56"/>
    <w:rsid w:val="007333B5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B2533"/>
    <w:rsid w:val="007B471C"/>
    <w:rsid w:val="007C6BF9"/>
    <w:rsid w:val="007E6B44"/>
    <w:rsid w:val="007E7737"/>
    <w:rsid w:val="007F0432"/>
    <w:rsid w:val="008062EB"/>
    <w:rsid w:val="00810693"/>
    <w:rsid w:val="0082081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83172"/>
    <w:rsid w:val="008916FE"/>
    <w:rsid w:val="008924D4"/>
    <w:rsid w:val="008950B3"/>
    <w:rsid w:val="008A1536"/>
    <w:rsid w:val="008A78FB"/>
    <w:rsid w:val="008D0DFA"/>
    <w:rsid w:val="008E170F"/>
    <w:rsid w:val="008E65C6"/>
    <w:rsid w:val="008E718A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01F3"/>
    <w:rsid w:val="009A6447"/>
    <w:rsid w:val="009A7B01"/>
    <w:rsid w:val="009B173D"/>
    <w:rsid w:val="009B7A10"/>
    <w:rsid w:val="009D3C01"/>
    <w:rsid w:val="009E234E"/>
    <w:rsid w:val="00A06C5F"/>
    <w:rsid w:val="00A11EFA"/>
    <w:rsid w:val="00A22F1C"/>
    <w:rsid w:val="00A23E73"/>
    <w:rsid w:val="00A265DE"/>
    <w:rsid w:val="00A46775"/>
    <w:rsid w:val="00A55AD0"/>
    <w:rsid w:val="00A600B1"/>
    <w:rsid w:val="00A604DE"/>
    <w:rsid w:val="00A639AB"/>
    <w:rsid w:val="00A64FAA"/>
    <w:rsid w:val="00A67DE8"/>
    <w:rsid w:val="00A80560"/>
    <w:rsid w:val="00A87359"/>
    <w:rsid w:val="00A94495"/>
    <w:rsid w:val="00AB144D"/>
    <w:rsid w:val="00AB15AF"/>
    <w:rsid w:val="00AD230B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6B1A"/>
    <w:rsid w:val="00B57087"/>
    <w:rsid w:val="00B64B34"/>
    <w:rsid w:val="00B65F61"/>
    <w:rsid w:val="00B72218"/>
    <w:rsid w:val="00B80B84"/>
    <w:rsid w:val="00B81C27"/>
    <w:rsid w:val="00B878C4"/>
    <w:rsid w:val="00B94400"/>
    <w:rsid w:val="00BA1620"/>
    <w:rsid w:val="00BA6E95"/>
    <w:rsid w:val="00BA7111"/>
    <w:rsid w:val="00BD04A3"/>
    <w:rsid w:val="00BD0660"/>
    <w:rsid w:val="00BD5180"/>
    <w:rsid w:val="00BD7FA4"/>
    <w:rsid w:val="00BE24D3"/>
    <w:rsid w:val="00BE6830"/>
    <w:rsid w:val="00BE6913"/>
    <w:rsid w:val="00BF1988"/>
    <w:rsid w:val="00C00F72"/>
    <w:rsid w:val="00C02052"/>
    <w:rsid w:val="00C1222A"/>
    <w:rsid w:val="00C175FE"/>
    <w:rsid w:val="00C26C6E"/>
    <w:rsid w:val="00C27090"/>
    <w:rsid w:val="00C27B17"/>
    <w:rsid w:val="00C40904"/>
    <w:rsid w:val="00C43F64"/>
    <w:rsid w:val="00C448FB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C5023"/>
    <w:rsid w:val="00CD18B7"/>
    <w:rsid w:val="00CD64D5"/>
    <w:rsid w:val="00CD72E2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720B"/>
    <w:rsid w:val="00DA75FB"/>
    <w:rsid w:val="00DB2EC4"/>
    <w:rsid w:val="00DB7485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41121"/>
    <w:rsid w:val="00E45212"/>
    <w:rsid w:val="00E46601"/>
    <w:rsid w:val="00E46DCF"/>
    <w:rsid w:val="00E513FD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EE6826"/>
    <w:rsid w:val="00F05792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63061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6E58"/>
    <w:rsid w:val="00FA70AE"/>
    <w:rsid w:val="00FA7207"/>
    <w:rsid w:val="00FB173A"/>
    <w:rsid w:val="00FB6CF8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D414B"/>
  <w15:chartTrackingRefBased/>
  <w15:docId w15:val="{88867623-CF1F-4E4A-AEAD-C261934B3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an.skyba@suspk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Moln&#225;rov&#225;\Downloads\P&#345;&#237;loha%20a)%20P&#345;edloha%20smlouvy%20o%20d&#237;lo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cbeaa71c683a3eea06cc39fd60db81b1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55d3517b75a320f199b3ca9704732c91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Props1.xml><?xml version="1.0" encoding="utf-8"?>
<ds:datastoreItem xmlns:ds="http://schemas.openxmlformats.org/officeDocument/2006/customXml" ds:itemID="{92E3C7BF-A53B-4E24-9620-A219062F7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a) Předloha smlouvy o dílo.dotx</Template>
  <TotalTime>1</TotalTime>
  <Pages>4</Pages>
  <Words>767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5288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Molnárová</dc:creator>
  <cp:keywords/>
  <dc:description/>
  <cp:lastModifiedBy>Anna Molnárová</cp:lastModifiedBy>
  <cp:revision>3</cp:revision>
  <cp:lastPrinted>2019-03-08T21:33:00Z</cp:lastPrinted>
  <dcterms:created xsi:type="dcterms:W3CDTF">2025-11-19T14:30:00Z</dcterms:created>
  <dcterms:modified xsi:type="dcterms:W3CDTF">2025-11-19T15:02:00Z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